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E0" w:rsidRDefault="00D918C6">
      <w:pPr>
        <w:pStyle w:val="Kommentartext"/>
        <w:tabs>
          <w:tab w:val="left" w:pos="214"/>
          <w:tab w:val="right" w:pos="8640"/>
        </w:tabs>
        <w:rPr>
          <w:lang w:val="de-DE"/>
        </w:rPr>
      </w:pPr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stroked="f">
            <v:fill r:id="rId8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4661EA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B34389" w:rsidRDefault="00B34389" w:rsidP="00B34389">
      <w:pPr>
        <w:pStyle w:val="Absenderadresse"/>
        <w:ind w:left="0"/>
        <w:jc w:val="left"/>
        <w:rPr>
          <w:i w:val="0"/>
          <w:lang w:val="en-US"/>
        </w:rPr>
      </w:pPr>
    </w:p>
    <w:p w:rsidR="00FD724C" w:rsidRDefault="00B34389" w:rsidP="00FD724C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FD724C" w:rsidRDefault="00FD724C" w:rsidP="00FD724C">
      <w:pPr>
        <w:pStyle w:val="Absenderadresse"/>
        <w:ind w:left="0"/>
        <w:jc w:val="left"/>
        <w:rPr>
          <w:lang w:val="en-US"/>
        </w:rPr>
      </w:pPr>
    </w:p>
    <w:p w:rsidR="004527EF" w:rsidRPr="00FD6504" w:rsidRDefault="00FD724C" w:rsidP="00FD724C">
      <w:pPr>
        <w:pStyle w:val="Absenderadresse"/>
        <w:ind w:left="0"/>
        <w:jc w:val="left"/>
        <w:rPr>
          <w:color w:val="0070C0"/>
          <w:sz w:val="24"/>
          <w:szCs w:val="24"/>
          <w:lang w:val="en-US"/>
        </w:rPr>
      </w:pPr>
      <w:r w:rsidRPr="00FD6504">
        <w:rPr>
          <w:color w:val="0070C0"/>
          <w:sz w:val="24"/>
          <w:szCs w:val="24"/>
          <w:lang w:val="en-US"/>
        </w:rPr>
        <w:t>${</w:t>
      </w:r>
      <w:proofErr w:type="spellStart"/>
      <w:r w:rsidRPr="00FD6504">
        <w:rPr>
          <w:color w:val="0070C0"/>
          <w:sz w:val="24"/>
          <w:szCs w:val="24"/>
          <w:lang w:val="en-US"/>
        </w:rPr>
        <w:t>UserEmail</w:t>
      </w:r>
      <w:proofErr w:type="spellEnd"/>
      <w:r w:rsidRPr="00FD6504">
        <w:rPr>
          <w:color w:val="0070C0"/>
          <w:sz w:val="24"/>
          <w:szCs w:val="24"/>
          <w:lang w:val="en-US"/>
        </w:rPr>
        <w:t>}</w:t>
      </w:r>
      <w:r w:rsidRPr="00FD6504">
        <w:rPr>
          <w:color w:val="0070C0"/>
          <w:sz w:val="24"/>
          <w:szCs w:val="24"/>
          <w:lang w:val="en-US"/>
        </w:rPr>
        <w:tab/>
      </w:r>
      <w:bookmarkStart w:id="0" w:name="_GoBack"/>
      <w:bookmarkEnd w:id="0"/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  <w:r w:rsidRPr="00FD6504">
        <w:rPr>
          <w:color w:val="0070C0"/>
          <w:sz w:val="24"/>
          <w:szCs w:val="24"/>
          <w:lang w:val="en-US"/>
        </w:rPr>
        <w:tab/>
      </w:r>
    </w:p>
    <w:p w:rsidR="00CB54E0" w:rsidRPr="008225DC" w:rsidRDefault="007F0288" w:rsidP="004527EF">
      <w:pPr>
        <w:pStyle w:val="Absenderadresse"/>
        <w:ind w:left="6480"/>
        <w:jc w:val="left"/>
        <w:rPr>
          <w:lang w:val="en-US"/>
        </w:rPr>
      </w:pPr>
      <w:r w:rsidRPr="008225DC">
        <w:rPr>
          <w:lang w:val="en-US"/>
        </w:rPr>
        <w:t>${</w:t>
      </w:r>
      <w:proofErr w:type="spellStart"/>
      <w:r w:rsidRPr="008225DC">
        <w:rPr>
          <w:lang w:val="en-US"/>
        </w:rPr>
        <w:t>LetterDate</w:t>
      </w:r>
      <w:proofErr w:type="spellEnd"/>
      <w:r w:rsidRPr="008225DC">
        <w:rPr>
          <w:lang w:val="en-US"/>
        </w:rPr>
        <w:t>}</w:t>
      </w:r>
    </w:p>
    <w:p w:rsidR="00CB54E0" w:rsidRPr="008225DC" w:rsidRDefault="00141F5E">
      <w:pPr>
        <w:pStyle w:val="Anrede"/>
        <w:rPr>
          <w:b/>
          <w:sz w:val="24"/>
          <w:szCs w:val="24"/>
        </w:rPr>
      </w:pPr>
      <w:proofErr w:type="spellStart"/>
      <w:r w:rsidRPr="008225DC">
        <w:rPr>
          <w:b/>
          <w:sz w:val="24"/>
          <w:szCs w:val="24"/>
        </w:rPr>
        <w:t>Betreff</w:t>
      </w:r>
      <w:proofErr w:type="spellEnd"/>
      <w:r w:rsidRPr="008225DC">
        <w:rPr>
          <w:b/>
          <w:sz w:val="24"/>
          <w:szCs w:val="24"/>
        </w:rPr>
        <w:t xml:space="preserve">: </w:t>
      </w:r>
      <w:r w:rsidR="00F45999" w:rsidRPr="008225DC">
        <w:rPr>
          <w:b/>
          <w:sz w:val="24"/>
          <w:szCs w:val="24"/>
        </w:rPr>
        <w:t xml:space="preserve"> </w:t>
      </w:r>
      <w:r w:rsidR="00D87A5B" w:rsidRPr="008225DC">
        <w:rPr>
          <w:b/>
          <w:sz w:val="24"/>
          <w:szCs w:val="24"/>
        </w:rPr>
        <w:t>$</w:t>
      </w:r>
      <w:r w:rsidRPr="008225DC">
        <w:rPr>
          <w:b/>
          <w:sz w:val="24"/>
          <w:szCs w:val="24"/>
        </w:rPr>
        <w:t>{Subject}</w:t>
      </w:r>
    </w:p>
    <w:p w:rsidR="00141F5E" w:rsidRPr="008225DC" w:rsidRDefault="00141F5E" w:rsidP="00141F5E"/>
    <w:p w:rsidR="00CB54E0" w:rsidRPr="008225DC" w:rsidRDefault="00D87A5B">
      <w:pPr>
        <w:pStyle w:val="Textkrper"/>
      </w:pPr>
      <w:r w:rsidRPr="008225DC">
        <w:t>$</w:t>
      </w:r>
      <w:r w:rsidR="00141F5E" w:rsidRPr="008225DC">
        <w:t>{Communication}</w:t>
      </w:r>
    </w:p>
    <w:p w:rsidR="00141F5E" w:rsidRPr="008225DC" w:rsidRDefault="00141F5E">
      <w:pPr>
        <w:pStyle w:val="Textkrper"/>
      </w:pPr>
    </w:p>
    <w:p w:rsidR="007F0288" w:rsidRPr="008225DC" w:rsidRDefault="007F0288">
      <w:pPr>
        <w:pStyle w:val="Textkrper"/>
      </w:pPr>
    </w:p>
    <w:p w:rsidR="007F0288" w:rsidRPr="00692450" w:rsidRDefault="00F45999" w:rsidP="007F0288">
      <w:pPr>
        <w:pStyle w:val="Gruformel"/>
        <w:rPr>
          <w:lang w:val="de-DE"/>
        </w:rPr>
      </w:pPr>
      <w:r w:rsidRPr="00692450">
        <w:rPr>
          <w:lang w:val="de-DE"/>
        </w:rPr>
        <w:t>Mit freundlichen Grüßen</w:t>
      </w:r>
    </w:p>
    <w:p w:rsidR="00CB54E0" w:rsidRPr="00692450" w:rsidRDefault="00D87A5B" w:rsidP="007F0288">
      <w:pPr>
        <w:pStyle w:val="Gruformel"/>
        <w:rPr>
          <w:lang w:val="de-DE"/>
        </w:rPr>
      </w:pPr>
      <w:r w:rsidRPr="00692450">
        <w:rPr>
          <w:lang w:val="de-DE"/>
        </w:rPr>
        <w:t>$</w:t>
      </w:r>
      <w:r w:rsidR="00141F5E" w:rsidRPr="00692450">
        <w:rPr>
          <w:lang w:val="de-DE"/>
        </w:rPr>
        <w:t>{</w:t>
      </w:r>
      <w:proofErr w:type="spellStart"/>
      <w:r w:rsidR="00141F5E" w:rsidRPr="00692450">
        <w:rPr>
          <w:lang w:val="de-DE"/>
        </w:rPr>
        <w:t>Sender_Name</w:t>
      </w:r>
      <w:proofErr w:type="spellEnd"/>
      <w:r w:rsidR="00141F5E" w:rsidRPr="00692450">
        <w:rPr>
          <w:lang w:val="de-DE"/>
        </w:rPr>
        <w:t>}</w:t>
      </w:r>
    </w:p>
    <w:p w:rsidR="00CB54E0" w:rsidRPr="00692450" w:rsidRDefault="00CB54E0">
      <w:pPr>
        <w:pStyle w:val="KopienanAnlage"/>
      </w:pPr>
    </w:p>
    <w:sectPr w:rsidR="00CB54E0" w:rsidRPr="00692450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8C6" w:rsidRDefault="00D918C6">
      <w:r>
        <w:separator/>
      </w:r>
    </w:p>
  </w:endnote>
  <w:endnote w:type="continuationSeparator" w:id="0">
    <w:p w:rsidR="00D918C6" w:rsidRDefault="00D9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8C6" w:rsidRDefault="00D918C6">
      <w:r>
        <w:separator/>
      </w:r>
    </w:p>
  </w:footnote>
  <w:footnote w:type="continuationSeparator" w:id="0">
    <w:p w:rsidR="00D918C6" w:rsidRDefault="00D91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2049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7CD2"/>
    <w:rsid w:val="00055924"/>
    <w:rsid w:val="000621A8"/>
    <w:rsid w:val="00096B06"/>
    <w:rsid w:val="00120D57"/>
    <w:rsid w:val="00141F5E"/>
    <w:rsid w:val="002101CC"/>
    <w:rsid w:val="00224532"/>
    <w:rsid w:val="003E3E42"/>
    <w:rsid w:val="004527EF"/>
    <w:rsid w:val="00453253"/>
    <w:rsid w:val="004661EA"/>
    <w:rsid w:val="00482FAE"/>
    <w:rsid w:val="004938D5"/>
    <w:rsid w:val="005D69C7"/>
    <w:rsid w:val="00622721"/>
    <w:rsid w:val="00682751"/>
    <w:rsid w:val="00692450"/>
    <w:rsid w:val="006B5557"/>
    <w:rsid w:val="006C706D"/>
    <w:rsid w:val="00735A21"/>
    <w:rsid w:val="007A17AA"/>
    <w:rsid w:val="007D5A62"/>
    <w:rsid w:val="007E0509"/>
    <w:rsid w:val="007F0288"/>
    <w:rsid w:val="007F1AD0"/>
    <w:rsid w:val="00800C32"/>
    <w:rsid w:val="008130C0"/>
    <w:rsid w:val="008225DC"/>
    <w:rsid w:val="00822DB7"/>
    <w:rsid w:val="00835834"/>
    <w:rsid w:val="008F38EA"/>
    <w:rsid w:val="009D6E42"/>
    <w:rsid w:val="00A30504"/>
    <w:rsid w:val="00AA338C"/>
    <w:rsid w:val="00AD4A0F"/>
    <w:rsid w:val="00B34389"/>
    <w:rsid w:val="00B67CD2"/>
    <w:rsid w:val="00C566C1"/>
    <w:rsid w:val="00C73B54"/>
    <w:rsid w:val="00CB54E0"/>
    <w:rsid w:val="00CD6CE2"/>
    <w:rsid w:val="00CE47BB"/>
    <w:rsid w:val="00D14276"/>
    <w:rsid w:val="00D362E0"/>
    <w:rsid w:val="00D87A5B"/>
    <w:rsid w:val="00D87D1B"/>
    <w:rsid w:val="00D918C6"/>
    <w:rsid w:val="00DF0FD5"/>
    <w:rsid w:val="00E07DC3"/>
    <w:rsid w:val="00E61F54"/>
    <w:rsid w:val="00E62402"/>
    <w:rsid w:val="00E62E0E"/>
    <w:rsid w:val="00E8623C"/>
    <w:rsid w:val="00ED7717"/>
    <w:rsid w:val="00F04975"/>
    <w:rsid w:val="00F15AB3"/>
    <w:rsid w:val="00F23686"/>
    <w:rsid w:val="00F27BAB"/>
    <w:rsid w:val="00F337EA"/>
    <w:rsid w:val="00F45999"/>
    <w:rsid w:val="00FA3D49"/>
    <w:rsid w:val="00FD6504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ea,#d5da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2002-03-13T17:42:00Z</cp:lastPrinted>
  <dcterms:created xsi:type="dcterms:W3CDTF">2014-08-10T09:52:00Z</dcterms:created>
  <dcterms:modified xsi:type="dcterms:W3CDTF">2014-08-18T18:58:00Z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